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597" w:rsidRPr="00DF1CE9" w:rsidRDefault="00CD0597" w:rsidP="00CD0597">
      <w:pPr>
        <w:jc w:val="center"/>
        <w:rPr>
          <w:rFonts w:ascii="Century Gothic" w:hAnsi="Century Gothic"/>
        </w:rPr>
      </w:pPr>
      <w:r w:rsidRPr="00DF1CE9">
        <w:rPr>
          <w:rFonts w:ascii="Century Gothic" w:hAnsi="Century Gothic"/>
        </w:rPr>
        <w:t>Diagram</w:t>
      </w:r>
    </w:p>
    <w:p w:rsidR="00CD0597" w:rsidRPr="00DF1CE9" w:rsidRDefault="00CD0597" w:rsidP="00CD0597">
      <w:pPr>
        <w:spacing w:line="120" w:lineRule="auto"/>
        <w:jc w:val="center"/>
        <w:rPr>
          <w:rFonts w:ascii="Century Gothic" w:hAnsi="Century Gothic"/>
        </w:rPr>
      </w:pPr>
    </w:p>
    <w:p w:rsidR="002734FF" w:rsidRPr="00DF1CE9" w:rsidRDefault="00CD0597" w:rsidP="00CD0597">
      <w:pPr>
        <w:jc w:val="center"/>
        <w:rPr>
          <w:rFonts w:ascii="Century Gothic" w:hAnsi="Century Gothic"/>
        </w:rPr>
      </w:pPr>
      <w:r w:rsidRPr="00DF1CE9">
        <w:rPr>
          <w:rFonts w:ascii="Century Gothic" w:hAnsi="Century Gothic"/>
        </w:rPr>
        <w:t>For A Paragraph</w:t>
      </w:r>
      <w:bookmarkStart w:id="0" w:name="_GoBack"/>
      <w:bookmarkEnd w:id="0"/>
    </w:p>
    <w:p w:rsidR="00CD0597" w:rsidRPr="00DF1CE9" w:rsidRDefault="00CD0597" w:rsidP="00CD0597">
      <w:pPr>
        <w:jc w:val="center"/>
        <w:rPr>
          <w:rFonts w:ascii="Century Gothic" w:hAnsi="Century Gothic"/>
        </w:rPr>
      </w:pPr>
    </w:p>
    <w:p w:rsidR="00CD0597" w:rsidRPr="00DF1CE9" w:rsidRDefault="00CD0597" w:rsidP="00CD0597">
      <w:pPr>
        <w:jc w:val="center"/>
        <w:rPr>
          <w:rFonts w:ascii="Century Gothic" w:hAnsi="Century Gothic"/>
          <w:spacing w:val="20"/>
        </w:rPr>
      </w:pPr>
      <w:r w:rsidRPr="00DF1CE9">
        <w:rPr>
          <w:rFonts w:ascii="Century Gothic" w:hAnsi="Century Gothic"/>
          <w:spacing w:val="20"/>
        </w:rPr>
        <w:t>Topic Sentence “the Main Idea”</w:t>
      </w:r>
    </w:p>
    <w:p w:rsidR="00CD0597" w:rsidRDefault="009E3C60" w:rsidP="00CD059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1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78105</wp:posOffset>
                </wp:positionV>
                <wp:extent cx="180975" cy="257175"/>
                <wp:effectExtent l="0" t="1905" r="0" b="0"/>
                <wp:wrapNone/>
                <wp:docPr id="4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548E" w:rsidRPr="00EA548E" w:rsidRDefault="00EA548E" w:rsidP="00EA548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I</w:t>
                            </w:r>
                            <w:r w:rsidRPr="00EA548E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left:0;text-align:left;margin-left:-2.25pt;margin-top:6.15pt;width:14.25pt;height:2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Y7igAIAABA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" stroked="f">
                <v:textbox>
                  <w:txbxContent>
                    <w:p w:rsidR="00EA548E" w:rsidRPr="00EA548E" w:rsidRDefault="00EA548E" w:rsidP="00EA548E">
                      <w:pPr>
                        <w:rPr>
                          <w:sz w:val="18"/>
                          <w:szCs w:val="18"/>
                        </w:rPr>
                      </w:pPr>
                      <w:r w:rsidRPr="00DF1CE9">
                        <w:rPr>
                          <w:rFonts w:ascii="Century Gothic" w:hAnsi="Century Gothic"/>
                          <w:sz w:val="20"/>
                          <w:szCs w:val="20"/>
                        </w:rPr>
                        <w:t>I</w:t>
                      </w:r>
                      <w:r w:rsidRPr="00EA548E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59055</wp:posOffset>
                </wp:positionV>
                <wp:extent cx="6485890" cy="733425"/>
                <wp:effectExtent l="9525" t="11430" r="10160" b="7620"/>
                <wp:wrapNone/>
                <wp:docPr id="4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5890" cy="7334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-3.75pt;margin-top:4.65pt;width:510.7pt;height:57.7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"/>
            </w:pict>
          </mc:Fallback>
        </mc:AlternateContent>
      </w:r>
    </w:p>
    <w:p w:rsidR="00CD0597" w:rsidRDefault="00CD0597" w:rsidP="00CD0597">
      <w:pPr>
        <w:jc w:val="center"/>
      </w:pPr>
    </w:p>
    <w:p w:rsidR="00CD0597" w:rsidRPr="00CD0597" w:rsidRDefault="00CD0597" w:rsidP="00CD0597"/>
    <w:p w:rsidR="00CD0597" w:rsidRPr="00CD0597" w:rsidRDefault="00CD0597" w:rsidP="00CD0597"/>
    <w:p w:rsidR="00CD0597" w:rsidRPr="00CD0597" w:rsidRDefault="009E3C60" w:rsidP="00CD0597"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1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92075</wp:posOffset>
                </wp:positionV>
                <wp:extent cx="635" cy="1332865"/>
                <wp:effectExtent l="9525" t="6350" r="8890" b="13335"/>
                <wp:wrapNone/>
                <wp:docPr id="4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328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7.25pt" to="240.05pt,1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">
                <w10:anchorlock/>
              </v:line>
            </w:pict>
          </mc:Fallback>
        </mc:AlternateContent>
      </w:r>
    </w:p>
    <w:p w:rsidR="00CD0597" w:rsidRPr="00CD0597" w:rsidRDefault="00CD0597" w:rsidP="00CD0597"/>
    <w:p w:rsidR="00CD0597" w:rsidRPr="00CD0597" w:rsidRDefault="009E3C60" w:rsidP="00CD059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531495</wp:posOffset>
                </wp:positionV>
                <wp:extent cx="1628775" cy="485775"/>
                <wp:effectExtent l="0" t="0" r="0" b="1905"/>
                <wp:wrapNone/>
                <wp:docPr id="4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  <w:spacing w:val="-20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MAJOR POINTS </w:t>
                            </w:r>
                            <w:r w:rsidR="004C542F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or</w:t>
                            </w:r>
                          </w:p>
                          <w:p w:rsidR="004B1A65" w:rsidRPr="00F85AA0" w:rsidRDefault="004B1A65" w:rsidP="009C322C">
                            <w:pPr>
                              <w:rPr>
                                <w:spacing w:val="-20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SUPPORTING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27" type="#_x0000_t202" style="position:absolute;left:0;text-align:left;margin-left:-12pt;margin-top:41.85pt;width:128.25pt;height:3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  <w:spacing w:val="-20"/>
                        </w:rPr>
                      </w:pP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 xml:space="preserve">MAJOR POINTS </w:t>
                      </w:r>
                      <w:r w:rsidR="004C542F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>or</w:t>
                      </w:r>
                    </w:p>
                    <w:p w:rsidR="004B1A65" w:rsidRPr="00F85AA0" w:rsidRDefault="004B1A65" w:rsidP="009C322C">
                      <w:pPr>
                        <w:rPr>
                          <w:spacing w:val="-20"/>
                        </w:rPr>
                      </w:pP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>SUPPORTING DETAILS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531495</wp:posOffset>
                </wp:positionV>
                <wp:extent cx="1590675" cy="466725"/>
                <wp:effectExtent l="0" t="0" r="0" b="1905"/>
                <wp:wrapNone/>
                <wp:docPr id="4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  <w:spacing w:val="-20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MAJOR POINTS </w:t>
                            </w:r>
                            <w:r w:rsidR="004C542F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or SUPPORTING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28" type="#_x0000_t202" style="position:absolute;left:0;text-align:left;margin-left:181.5pt;margin-top:41.85pt;width:125.25pt;height:3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  <w:spacing w:val="-20"/>
                        </w:rPr>
                      </w:pP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 xml:space="preserve">MAJOR POINTS </w:t>
                      </w:r>
                      <w:r w:rsidR="004C542F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>or SUPPORTING DETAILS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1" layoutInCell="1" allowOverlap="1">
                <wp:simplePos x="0" y="0"/>
                <wp:positionH relativeFrom="column">
                  <wp:posOffset>4986020</wp:posOffset>
                </wp:positionH>
                <wp:positionV relativeFrom="paragraph">
                  <wp:posOffset>531495</wp:posOffset>
                </wp:positionV>
                <wp:extent cx="1600200" cy="476250"/>
                <wp:effectExtent l="4445" t="0" r="0" b="1905"/>
                <wp:wrapNone/>
                <wp:docPr id="4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  <w:spacing w:val="-20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MAJOR POINTS </w:t>
                            </w:r>
                            <w:r w:rsidR="004C542F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or</w:t>
                            </w:r>
                          </w:p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  <w:spacing w:val="-20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SUPPORTING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29" type="#_x0000_t202" style="position:absolute;left:0;text-align:left;margin-left:392.6pt;margin-top:41.85pt;width:126pt;height:3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  <w:spacing w:val="-20"/>
                        </w:rPr>
                      </w:pP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 xml:space="preserve">MAJOR POINTS </w:t>
                      </w:r>
                      <w:r w:rsidR="004C542F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>or</w:t>
                      </w:r>
                    </w:p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  <w:spacing w:val="-20"/>
                        </w:rPr>
                      </w:pP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>SUPPORTING DETAILS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55880</wp:posOffset>
                </wp:positionV>
                <wp:extent cx="18415" cy="1028065"/>
                <wp:effectExtent l="10160" t="8255" r="9525" b="11430"/>
                <wp:wrapNone/>
                <wp:docPr id="40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415" cy="10280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4.4pt" to="466.5pt,8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"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55880</wp:posOffset>
                </wp:positionV>
                <wp:extent cx="635" cy="1047115"/>
                <wp:effectExtent l="9525" t="8255" r="8890" b="11430"/>
                <wp:wrapNone/>
                <wp:docPr id="3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471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5pt,4.4pt" to="31.55pt,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QvkFgIAACw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"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1998980</wp:posOffset>
                </wp:positionV>
                <wp:extent cx="635" cy="961390"/>
                <wp:effectExtent l="9525" t="8255" r="8890" b="11430"/>
                <wp:wrapNone/>
                <wp:docPr id="3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613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5pt,157.4pt" to="31.55pt,2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1979930</wp:posOffset>
                </wp:positionV>
                <wp:extent cx="635" cy="999490"/>
                <wp:effectExtent l="9525" t="8255" r="8890" b="11430"/>
                <wp:wrapNone/>
                <wp:docPr id="37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99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155.9pt" to="240.05pt,2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5924550</wp:posOffset>
                </wp:positionH>
                <wp:positionV relativeFrom="paragraph">
                  <wp:posOffset>2008505</wp:posOffset>
                </wp:positionV>
                <wp:extent cx="635" cy="961390"/>
                <wp:effectExtent l="9525" t="8255" r="8890" b="11430"/>
                <wp:wrapNone/>
                <wp:docPr id="3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613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5pt,158.15pt" to="466.55pt,2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1122045</wp:posOffset>
                </wp:positionV>
                <wp:extent cx="381000" cy="257175"/>
                <wp:effectExtent l="0" t="0" r="0" b="1905"/>
                <wp:wrapNone/>
                <wp:docPr id="3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523749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</w:rPr>
                              <w:t>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0" type="#_x0000_t202" style="position:absolute;left:0;text-align:left;margin-left:423pt;margin-top:88.35pt;width:30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" stroked="f">
                <v:textbox>
                  <w:txbxContent>
                    <w:p w:rsidR="004B1A65" w:rsidRPr="00DF1CE9" w:rsidRDefault="004B1A65" w:rsidP="00523749">
                      <w:pPr>
                        <w:rPr>
                          <w:rFonts w:ascii="Century Gothic" w:hAnsi="Century Gothic"/>
                        </w:rPr>
                      </w:pPr>
                      <w:r w:rsidRPr="00DF1CE9">
                        <w:rPr>
                          <w:rFonts w:ascii="Century Gothic" w:hAnsi="Century Gothic"/>
                        </w:rPr>
                        <w:t>C.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1" layoutInCell="1" allowOverlap="1">
                <wp:simplePos x="0" y="0"/>
                <wp:positionH relativeFrom="column">
                  <wp:posOffset>5334635</wp:posOffset>
                </wp:positionH>
                <wp:positionV relativeFrom="paragraph">
                  <wp:posOffset>1083945</wp:posOffset>
                </wp:positionV>
                <wp:extent cx="1104265" cy="914400"/>
                <wp:effectExtent l="10160" t="7620" r="9525" b="11430"/>
                <wp:wrapNone/>
                <wp:docPr id="3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26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20.05pt;margin-top:85.35pt;width:86.95pt;height:1in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"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1112520</wp:posOffset>
                </wp:positionV>
                <wp:extent cx="381000" cy="257175"/>
                <wp:effectExtent l="0" t="0" r="0" b="1905"/>
                <wp:wrapNone/>
                <wp:docPr id="3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523749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</w:rPr>
                              <w:t>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1" type="#_x0000_t202" style="position:absolute;left:0;text-align:left;margin-left:192.75pt;margin-top:87.6pt;width:30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" stroked="f">
                <v:textbox>
                  <w:txbxContent>
                    <w:p w:rsidR="004B1A65" w:rsidRPr="00DF1CE9" w:rsidRDefault="004B1A65" w:rsidP="00523749">
                      <w:pPr>
                        <w:rPr>
                          <w:rFonts w:ascii="Century Gothic" w:hAnsi="Century Gothic"/>
                        </w:rPr>
                      </w:pPr>
                      <w:r w:rsidRPr="00DF1CE9">
                        <w:rPr>
                          <w:rFonts w:ascii="Century Gothic" w:hAnsi="Century Gothic"/>
                        </w:rPr>
                        <w:t>B.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1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1074420</wp:posOffset>
                </wp:positionV>
                <wp:extent cx="1189990" cy="914400"/>
                <wp:effectExtent l="10160" t="7620" r="9525" b="11430"/>
                <wp:wrapNone/>
                <wp:docPr id="3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999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89.05pt;margin-top:84.6pt;width:93.7pt;height:1in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FRIQIAAD4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"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1131570</wp:posOffset>
                </wp:positionV>
                <wp:extent cx="381000" cy="257175"/>
                <wp:effectExtent l="0" t="0" r="0" b="1905"/>
                <wp:wrapNone/>
                <wp:docPr id="3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523749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</w:rPr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2" type="#_x0000_t202" style="position:absolute;left:0;text-align:left;margin-left:-3pt;margin-top:89.1pt;width:30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" stroked="f">
                <v:textbox>
                  <w:txbxContent>
                    <w:p w:rsidR="004B1A65" w:rsidRPr="00DF1CE9" w:rsidRDefault="004B1A65" w:rsidP="00523749">
                      <w:pPr>
                        <w:rPr>
                          <w:rFonts w:ascii="Century Gothic" w:hAnsi="Century Gothic"/>
                        </w:rPr>
                      </w:pPr>
                      <w:r w:rsidRPr="00DF1CE9">
                        <w:rPr>
                          <w:rFonts w:ascii="Century Gothic" w:hAnsi="Century Gothic"/>
                        </w:rPr>
                        <w:t>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1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1093470</wp:posOffset>
                </wp:positionV>
                <wp:extent cx="1037590" cy="914400"/>
                <wp:effectExtent l="10160" t="7620" r="9525" b="11430"/>
                <wp:wrapNone/>
                <wp:docPr id="3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6.7pt;margin-top:86.1pt;width:81.7pt;height:1in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"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2108200</wp:posOffset>
                </wp:positionV>
                <wp:extent cx="4667250" cy="490855"/>
                <wp:effectExtent l="0" t="3175" r="0" b="1270"/>
                <wp:wrapNone/>
                <wp:docPr id="2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E71403">
                            <w:pPr>
                              <w:jc w:val="center"/>
                              <w:rPr>
                                <w:rFonts w:ascii="Century Gothic" w:hAnsi="Century Gothic"/>
                                <w:spacing w:val="20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  <w:spacing w:val="20"/>
                              </w:rPr>
                              <w:t>“HEART of the ESSAY”</w:t>
                            </w:r>
                            <w:r w:rsidR="00FA46E6" w:rsidRPr="00DF1CE9">
                              <w:rPr>
                                <w:rFonts w:ascii="Century Gothic" w:hAnsi="Century Gothic"/>
                                <w:spacing w:val="20"/>
                              </w:rPr>
                              <w:t xml:space="preserve"> - </w:t>
                            </w:r>
                            <w:r w:rsidRPr="00DF1CE9">
                              <w:rPr>
                                <w:rFonts w:ascii="Century Gothic" w:hAnsi="Century Gothic"/>
                                <w:spacing w:val="20"/>
                              </w:rPr>
                              <w:t>SUBPOINTS OF “A</w:t>
                            </w:r>
                            <w:r w:rsidR="001230B2" w:rsidRPr="00DF1CE9">
                              <w:rPr>
                                <w:rFonts w:ascii="Century Gothic" w:hAnsi="Century Gothic"/>
                                <w:spacing w:val="20"/>
                              </w:rPr>
                              <w:t>”,</w:t>
                            </w:r>
                            <w:r w:rsidRPr="00DF1CE9">
                              <w:rPr>
                                <w:rFonts w:ascii="Century Gothic" w:hAnsi="Century Gothic"/>
                                <w:spacing w:val="20"/>
                              </w:rPr>
                              <w:t xml:space="preserve"> “B”, “C”</w:t>
                            </w:r>
                            <w:r w:rsidR="00AB1E7C" w:rsidRPr="00DF1CE9">
                              <w:rPr>
                                <w:rFonts w:ascii="Century Gothic" w:hAnsi="Century Gothic"/>
                                <w:spacing w:val="20"/>
                              </w:rPr>
                              <w:t xml:space="preserve"> are the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3" type="#_x0000_t202" style="position:absolute;left:0;text-align:left;margin-left:68.25pt;margin-top:166pt;width:367.5pt;height:38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" stroked="f">
                <v:textbox>
                  <w:txbxContent>
                    <w:p w:rsidR="004B1A65" w:rsidRPr="00DF1CE9" w:rsidRDefault="004B1A65" w:rsidP="00E71403">
                      <w:pPr>
                        <w:jc w:val="center"/>
                        <w:rPr>
                          <w:rFonts w:ascii="Century Gothic" w:hAnsi="Century Gothic"/>
                          <w:spacing w:val="20"/>
                        </w:rPr>
                      </w:pPr>
                      <w:r w:rsidRPr="00DF1CE9">
                        <w:rPr>
                          <w:rFonts w:ascii="Century Gothic" w:hAnsi="Century Gothic"/>
                          <w:spacing w:val="20"/>
                        </w:rPr>
                        <w:t>“HEART of the ESSAY”</w:t>
                      </w:r>
                      <w:r w:rsidR="00FA46E6" w:rsidRPr="00DF1CE9">
                        <w:rPr>
                          <w:rFonts w:ascii="Century Gothic" w:hAnsi="Century Gothic"/>
                          <w:spacing w:val="20"/>
                        </w:rPr>
                        <w:t xml:space="preserve"> - </w:t>
                      </w:r>
                      <w:r w:rsidRPr="00DF1CE9">
                        <w:rPr>
                          <w:rFonts w:ascii="Century Gothic" w:hAnsi="Century Gothic"/>
                          <w:spacing w:val="20"/>
                        </w:rPr>
                        <w:t>SUBPOINTS OF “A</w:t>
                      </w:r>
                      <w:r w:rsidR="001230B2" w:rsidRPr="00DF1CE9">
                        <w:rPr>
                          <w:rFonts w:ascii="Century Gothic" w:hAnsi="Century Gothic"/>
                          <w:spacing w:val="20"/>
                        </w:rPr>
                        <w:t>”,</w:t>
                      </w:r>
                      <w:r w:rsidRPr="00DF1CE9">
                        <w:rPr>
                          <w:rFonts w:ascii="Century Gothic" w:hAnsi="Century Gothic"/>
                          <w:spacing w:val="20"/>
                        </w:rPr>
                        <w:t xml:space="preserve"> “B”, “C”</w:t>
                      </w:r>
                      <w:r w:rsidR="00AB1E7C" w:rsidRPr="00DF1CE9">
                        <w:rPr>
                          <w:rFonts w:ascii="Century Gothic" w:hAnsi="Century Gothic"/>
                          <w:spacing w:val="20"/>
                        </w:rPr>
                        <w:t xml:space="preserve"> are the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>
                <wp:simplePos x="0" y="0"/>
                <wp:positionH relativeFrom="column">
                  <wp:posOffset>5153025</wp:posOffset>
                </wp:positionH>
                <wp:positionV relativeFrom="paragraph">
                  <wp:posOffset>2674620</wp:posOffset>
                </wp:positionV>
                <wp:extent cx="1609725" cy="228600"/>
                <wp:effectExtent l="0" t="0" r="0" b="1905"/>
                <wp:wrapNone/>
                <wp:docPr id="2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  <w:spacing w:val="-20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DETAILS</w:t>
                            </w:r>
                            <w:r w:rsidR="00F85AA0"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="004C542F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="00F85AA0"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or</w:t>
                            </w:r>
                            <w:r w:rsidR="004C542F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="00F85AA0"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EXAMPLES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4" type="#_x0000_t202" style="position:absolute;left:0;text-align:left;margin-left:405.75pt;margin-top:210.6pt;width:126.7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  <w:spacing w:val="-20"/>
                        </w:rPr>
                      </w:pP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>DETAILS</w:t>
                      </w:r>
                      <w:r w:rsidR="00F85AA0" w:rsidRPr="00DF1CE9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="004C542F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="00F85AA0" w:rsidRPr="00DF1CE9">
                        <w:rPr>
                          <w:rFonts w:ascii="Century Gothic" w:hAnsi="Century Gothic"/>
                          <w:spacing w:val="-20"/>
                        </w:rPr>
                        <w:t>or</w:t>
                      </w:r>
                      <w:r w:rsidR="004C542F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="00F85AA0" w:rsidRPr="00DF1CE9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>EXAMPLES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2684145</wp:posOffset>
                </wp:positionV>
                <wp:extent cx="1600200" cy="228600"/>
                <wp:effectExtent l="0" t="0" r="0" b="1905"/>
                <wp:wrapNone/>
                <wp:docPr id="2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  <w:spacing w:val="-20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DETAILS</w:t>
                            </w:r>
                            <w:r w:rsidR="00F85AA0"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="004C542F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="00F85AA0"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or</w:t>
                            </w:r>
                            <w:r w:rsidR="004C542F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="00F85AA0"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EXAMPLES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5" type="#_x0000_t202" style="position:absolute;left:0;text-align:left;margin-left:182.25pt;margin-top:211.35pt;width:126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IiAgwIAABg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  <w:spacing w:val="-20"/>
                        </w:rPr>
                      </w:pP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>DETAILS</w:t>
                      </w:r>
                      <w:r w:rsidR="00F85AA0" w:rsidRPr="00DF1CE9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="004C542F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="00F85AA0" w:rsidRPr="00DF1CE9">
                        <w:rPr>
                          <w:rFonts w:ascii="Century Gothic" w:hAnsi="Century Gothic"/>
                          <w:spacing w:val="-20"/>
                        </w:rPr>
                        <w:t>or</w:t>
                      </w:r>
                      <w:r w:rsidR="004C542F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="00F85AA0" w:rsidRPr="00DF1CE9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>EXAMPLES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2665095</wp:posOffset>
                </wp:positionV>
                <wp:extent cx="1619250" cy="228600"/>
                <wp:effectExtent l="0" t="0" r="0" b="1905"/>
                <wp:wrapNone/>
                <wp:docPr id="2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  <w:spacing w:val="-20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DETAILS</w:t>
                            </w:r>
                            <w:r w:rsidR="00F85AA0"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="004C542F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="00F85AA0"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or</w:t>
                            </w:r>
                            <w:r w:rsidR="004C542F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="00F85AA0"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 xml:space="preserve"> </w:t>
                            </w:r>
                            <w:r w:rsidRPr="00DF1CE9">
                              <w:rPr>
                                <w:rFonts w:ascii="Century Gothic" w:hAnsi="Century Gothic"/>
                                <w:spacing w:val="-20"/>
                              </w:rPr>
                              <w:t>EXAMPLES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6" type="#_x0000_t202" style="position:absolute;left:0;text-align:left;margin-left:-16.5pt;margin-top:209.85pt;width:127.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  <w:spacing w:val="-20"/>
                        </w:rPr>
                      </w:pP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>DETAILS</w:t>
                      </w:r>
                      <w:r w:rsidR="00F85AA0" w:rsidRPr="00DF1CE9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="004C542F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="00F85AA0" w:rsidRPr="00DF1CE9">
                        <w:rPr>
                          <w:rFonts w:ascii="Century Gothic" w:hAnsi="Century Gothic"/>
                          <w:spacing w:val="-20"/>
                        </w:rPr>
                        <w:t>or</w:t>
                      </w:r>
                      <w:r w:rsidR="004C542F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="00F85AA0" w:rsidRPr="00DF1CE9">
                        <w:rPr>
                          <w:rFonts w:ascii="Century Gothic" w:hAnsi="Century Gothic"/>
                          <w:spacing w:val="-20"/>
                        </w:rPr>
                        <w:t xml:space="preserve"> </w:t>
                      </w:r>
                      <w:r w:rsidRPr="00DF1CE9">
                        <w:rPr>
                          <w:rFonts w:ascii="Century Gothic" w:hAnsi="Century Gothic"/>
                          <w:spacing w:val="-20"/>
                        </w:rPr>
                        <w:t>EXAMPLES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3007995</wp:posOffset>
                </wp:positionV>
                <wp:extent cx="381000" cy="257175"/>
                <wp:effectExtent l="0" t="0" r="0" b="1905"/>
                <wp:wrapNone/>
                <wp:docPr id="2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523749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7" type="#_x0000_t202" style="position:absolute;left:0;text-align:left;margin-left:-4.5pt;margin-top:236.85pt;width:30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" stroked="f">
                <v:textbox>
                  <w:txbxContent>
                    <w:p w:rsidR="004B1A65" w:rsidRPr="00DF1CE9" w:rsidRDefault="004B1A65" w:rsidP="00523749">
                      <w:pPr>
                        <w:rPr>
                          <w:rFonts w:ascii="Century Gothic" w:hAnsi="Century Gothic"/>
                        </w:rPr>
                      </w:pPr>
                      <w:r w:rsidRPr="00DF1CE9">
                        <w:rPr>
                          <w:rFonts w:ascii="Century Gothic" w:hAnsi="Century Gothic"/>
                        </w:rPr>
                        <w:t>1.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1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2969895</wp:posOffset>
                </wp:positionV>
                <wp:extent cx="1037590" cy="914400"/>
                <wp:effectExtent l="10160" t="7620" r="9525" b="11430"/>
                <wp:wrapNone/>
                <wp:docPr id="2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-7.45pt;margin-top:233.85pt;width:81.7pt;height:1in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"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3027045</wp:posOffset>
                </wp:positionV>
                <wp:extent cx="381000" cy="257175"/>
                <wp:effectExtent l="0" t="0" r="0" b="1905"/>
                <wp:wrapNone/>
                <wp:docPr id="2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8" type="#_x0000_t202" style="position:absolute;left:0;text-align:left;margin-left:192.75pt;margin-top:238.35pt;width:30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</w:rPr>
                      </w:pPr>
                      <w:r w:rsidRPr="00DF1CE9">
                        <w:rPr>
                          <w:rFonts w:ascii="Century Gothic" w:hAnsi="Century Gothic"/>
                        </w:rPr>
                        <w:t>1.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1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2988945</wp:posOffset>
                </wp:positionV>
                <wp:extent cx="1189990" cy="914400"/>
                <wp:effectExtent l="10160" t="7620" r="9525" b="11430"/>
                <wp:wrapNone/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999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189.05pt;margin-top:235.35pt;width:93.7pt;height:1in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"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3017520</wp:posOffset>
                </wp:positionV>
                <wp:extent cx="381000" cy="257175"/>
                <wp:effectExtent l="0" t="0" r="0" b="1905"/>
                <wp:wrapNone/>
                <wp:docPr id="2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9" type="#_x0000_t202" style="position:absolute;left:0;text-align:left;margin-left:423pt;margin-top:237.6pt;width:30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</w:rPr>
                      </w:pPr>
                      <w:r w:rsidRPr="00DF1CE9">
                        <w:rPr>
                          <w:rFonts w:ascii="Century Gothic" w:hAnsi="Century Gothic"/>
                        </w:rPr>
                        <w:t>1.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1" layoutInCell="1" allowOverlap="1">
                <wp:simplePos x="0" y="0"/>
                <wp:positionH relativeFrom="column">
                  <wp:posOffset>5334635</wp:posOffset>
                </wp:positionH>
                <wp:positionV relativeFrom="paragraph">
                  <wp:posOffset>2979420</wp:posOffset>
                </wp:positionV>
                <wp:extent cx="1104265" cy="914400"/>
                <wp:effectExtent l="10160" t="7620" r="9525" b="11430"/>
                <wp:wrapNone/>
                <wp:docPr id="2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26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20.05pt;margin-top:234.6pt;width:86.95pt;height:1in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"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3998595</wp:posOffset>
                </wp:positionV>
                <wp:extent cx="381000" cy="257175"/>
                <wp:effectExtent l="0" t="0" r="0" b="1905"/>
                <wp:wrapNone/>
                <wp:docPr id="1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0" type="#_x0000_t202" style="position:absolute;left:0;text-align:left;margin-left:-4.5pt;margin-top:314.85pt;width:30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</w:rPr>
                      </w:pPr>
                      <w:r w:rsidRPr="00DF1CE9">
                        <w:rPr>
                          <w:rFonts w:ascii="Century Gothic" w:hAnsi="Century Gothic"/>
                        </w:rPr>
                        <w:t>2.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4008120</wp:posOffset>
                </wp:positionV>
                <wp:extent cx="381000" cy="257175"/>
                <wp:effectExtent l="0" t="0" r="0" b="1905"/>
                <wp:wrapNone/>
                <wp:docPr id="1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1" type="#_x0000_t202" style="position:absolute;left:0;text-align:left;margin-left:192.75pt;margin-top:315.6pt;width:30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</w:rPr>
                      </w:pPr>
                      <w:r w:rsidRPr="00DF1CE9">
                        <w:rPr>
                          <w:rFonts w:ascii="Century Gothic" w:hAnsi="Century Gothic"/>
                        </w:rPr>
                        <w:t>2.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3998595</wp:posOffset>
                </wp:positionV>
                <wp:extent cx="381000" cy="257175"/>
                <wp:effectExtent l="0" t="0" r="0" b="1905"/>
                <wp:wrapNone/>
                <wp:docPr id="1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42" type="#_x0000_t202" style="position:absolute;left:0;text-align:left;margin-left:423pt;margin-top:314.85pt;width:30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</w:rPr>
                      </w:pPr>
                      <w:r w:rsidRPr="00DF1CE9">
                        <w:rPr>
                          <w:rFonts w:ascii="Century Gothic" w:hAnsi="Century Gothic"/>
                        </w:rPr>
                        <w:t>2.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1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3960495</wp:posOffset>
                </wp:positionV>
                <wp:extent cx="1037590" cy="914400"/>
                <wp:effectExtent l="10160" t="7620" r="9525" b="11430"/>
                <wp:wrapNone/>
                <wp:docPr id="1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-7.45pt;margin-top:311.85pt;width:81.7pt;height:1in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"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1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3979545</wp:posOffset>
                </wp:positionV>
                <wp:extent cx="1189990" cy="914400"/>
                <wp:effectExtent l="10160" t="7620" r="9525" b="11430"/>
                <wp:wrapNone/>
                <wp:docPr id="1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999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189.05pt;margin-top:313.35pt;width:93.7pt;height:1in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"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1" layoutInCell="1" allowOverlap="1">
                <wp:simplePos x="0" y="0"/>
                <wp:positionH relativeFrom="column">
                  <wp:posOffset>5344160</wp:posOffset>
                </wp:positionH>
                <wp:positionV relativeFrom="paragraph">
                  <wp:posOffset>3970020</wp:posOffset>
                </wp:positionV>
                <wp:extent cx="1104265" cy="914400"/>
                <wp:effectExtent l="10160" t="7620" r="9525" b="11430"/>
                <wp:wrapNone/>
                <wp:docPr id="1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26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20.8pt;margin-top:312.6pt;width:86.95pt;height:1in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"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4989195</wp:posOffset>
                </wp:positionV>
                <wp:extent cx="381000" cy="257175"/>
                <wp:effectExtent l="0" t="0" r="0" b="1905"/>
                <wp:wrapNone/>
                <wp:docPr id="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</w:rP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3" type="#_x0000_t202" style="position:absolute;left:0;text-align:left;margin-left:-5.25pt;margin-top:392.85pt;width:30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</w:rPr>
                      </w:pPr>
                      <w:r w:rsidRPr="00DF1CE9">
                        <w:rPr>
                          <w:rFonts w:ascii="Century Gothic" w:hAnsi="Century Gothic"/>
                        </w:rPr>
                        <w:t>3.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5017770</wp:posOffset>
                </wp:positionV>
                <wp:extent cx="381000" cy="257175"/>
                <wp:effectExtent l="0" t="0" r="0" b="1905"/>
                <wp:wrapNone/>
                <wp:docPr id="1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</w:rP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4" type="#_x0000_t202" style="position:absolute;left:0;text-align:left;margin-left:192.75pt;margin-top:395.1pt;width:30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</w:rPr>
                      </w:pPr>
                      <w:r w:rsidRPr="00DF1CE9">
                        <w:rPr>
                          <w:rFonts w:ascii="Century Gothic" w:hAnsi="Century Gothic"/>
                        </w:rPr>
                        <w:t>3.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>
                <wp:simplePos x="0" y="0"/>
                <wp:positionH relativeFrom="column">
                  <wp:posOffset>5381625</wp:posOffset>
                </wp:positionH>
                <wp:positionV relativeFrom="paragraph">
                  <wp:posOffset>5008245</wp:posOffset>
                </wp:positionV>
                <wp:extent cx="381000" cy="257175"/>
                <wp:effectExtent l="0" t="0" r="0" b="1905"/>
                <wp:wrapNone/>
                <wp:docPr id="1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</w:rP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5" type="#_x0000_t202" style="position:absolute;left:0;text-align:left;margin-left:423.75pt;margin-top:394.35pt;width:30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" stroked="f">
                <v:textbox>
                  <w:txbxContent>
                    <w:p w:rsidR="004B1A65" w:rsidRPr="00DF1CE9" w:rsidRDefault="004B1A65" w:rsidP="009C322C">
                      <w:pPr>
                        <w:rPr>
                          <w:rFonts w:ascii="Century Gothic" w:hAnsi="Century Gothic"/>
                        </w:rPr>
                      </w:pPr>
                      <w:r w:rsidRPr="00DF1CE9">
                        <w:rPr>
                          <w:rFonts w:ascii="Century Gothic" w:hAnsi="Century Gothic"/>
                        </w:rPr>
                        <w:t>3.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1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4951095</wp:posOffset>
                </wp:positionV>
                <wp:extent cx="1037590" cy="914400"/>
                <wp:effectExtent l="10160" t="7620" r="9525" b="11430"/>
                <wp:wrapNone/>
                <wp:docPr id="1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-7.45pt;margin-top:389.85pt;width:81.7pt;height:1in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"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6075045</wp:posOffset>
                </wp:positionV>
                <wp:extent cx="3609975" cy="228600"/>
                <wp:effectExtent l="0" t="0" r="0" b="1905"/>
                <wp:wrapNone/>
                <wp:docPr id="9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A65" w:rsidRPr="00DF1CE9" w:rsidRDefault="004B1A65" w:rsidP="009C322C">
                            <w:pPr>
                              <w:jc w:val="center"/>
                              <w:rPr>
                                <w:rFonts w:ascii="Century Gothic" w:hAnsi="Century Gothic"/>
                                <w:spacing w:val="20"/>
                              </w:rPr>
                            </w:pPr>
                            <w:r w:rsidRPr="00DF1CE9">
                              <w:rPr>
                                <w:rFonts w:ascii="Century Gothic" w:hAnsi="Century Gothic"/>
                                <w:spacing w:val="20"/>
                              </w:rPr>
                              <w:t>CONCLUDING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46" type="#_x0000_t202" style="position:absolute;left:0;text-align:left;margin-left:102pt;margin-top:478.35pt;width:284.2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JzYhwIAABg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" stroked="f">
                <v:textbox>
                  <w:txbxContent>
                    <w:p w:rsidR="004B1A65" w:rsidRPr="00DF1CE9" w:rsidRDefault="004B1A65" w:rsidP="009C322C">
                      <w:pPr>
                        <w:jc w:val="center"/>
                        <w:rPr>
                          <w:rFonts w:ascii="Century Gothic" w:hAnsi="Century Gothic"/>
                          <w:spacing w:val="20"/>
                        </w:rPr>
                      </w:pPr>
                      <w:r w:rsidRPr="00DF1CE9">
                        <w:rPr>
                          <w:rFonts w:ascii="Century Gothic" w:hAnsi="Century Gothic"/>
                          <w:spacing w:val="20"/>
                        </w:rPr>
                        <w:t>CONCLUDING SENTENCE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5866130</wp:posOffset>
                </wp:positionV>
                <wp:extent cx="635" cy="513715"/>
                <wp:effectExtent l="9525" t="8255" r="8890" b="11430"/>
                <wp:wrapNone/>
                <wp:docPr id="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13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461.9pt" to="240.05pt,5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"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4979670</wp:posOffset>
                </wp:positionV>
                <wp:extent cx="1199515" cy="876300"/>
                <wp:effectExtent l="10160" t="7620" r="9525" b="11430"/>
                <wp:wrapNone/>
                <wp:docPr id="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951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189.05pt;margin-top:392.1pt;width:94.45pt;height:6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5353685</wp:posOffset>
                </wp:positionH>
                <wp:positionV relativeFrom="paragraph">
                  <wp:posOffset>4970145</wp:posOffset>
                </wp:positionV>
                <wp:extent cx="1104265" cy="904875"/>
                <wp:effectExtent l="10160" t="7620" r="9525" b="11430"/>
                <wp:wrapNone/>
                <wp:docPr id="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26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21.55pt;margin-top:391.35pt;width:86.95pt;height:71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5865495</wp:posOffset>
                </wp:positionV>
                <wp:extent cx="600075" cy="523875"/>
                <wp:effectExtent l="9525" t="7620" r="9525" b="11430"/>
                <wp:wrapNone/>
                <wp:docPr id="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523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pt,461.85pt" to="95.25pt,5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"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5884545</wp:posOffset>
                </wp:positionV>
                <wp:extent cx="619125" cy="495300"/>
                <wp:effectExtent l="9525" t="7620" r="9525" b="11430"/>
                <wp:wrapNone/>
                <wp:docPr id="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912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4.25pt,463.35pt" to="453pt,5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"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6389370</wp:posOffset>
                </wp:positionV>
                <wp:extent cx="6581140" cy="771525"/>
                <wp:effectExtent l="9525" t="7620" r="10160" b="11430"/>
                <wp:wrapNone/>
                <wp:docPr id="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140" cy="7715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109" style="position:absolute;margin-left:-7.5pt;margin-top:503.1pt;width:518.2pt;height:60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"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55245</wp:posOffset>
                </wp:positionV>
                <wp:extent cx="5525135" cy="635"/>
                <wp:effectExtent l="9525" t="7620" r="8890" b="10795"/>
                <wp:wrapNone/>
                <wp:docPr id="2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251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5pt,4.35pt" to="466.5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236220</wp:posOffset>
                </wp:positionV>
                <wp:extent cx="0" cy="0"/>
                <wp:effectExtent l="9525" t="7620" r="9525" b="11430"/>
                <wp:wrapNone/>
                <wp:docPr id="1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5pt,18.6pt" to="31.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uqw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"/>
            </w:pict>
          </mc:Fallback>
        </mc:AlternateContent>
      </w:r>
    </w:p>
    <w:sectPr w:rsidR="00CD0597" w:rsidRPr="00CD0597" w:rsidSect="00CD0597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60"/>
    <w:rsid w:val="001230B2"/>
    <w:rsid w:val="002734FF"/>
    <w:rsid w:val="0037238E"/>
    <w:rsid w:val="00430BE4"/>
    <w:rsid w:val="00490CE1"/>
    <w:rsid w:val="004B1A65"/>
    <w:rsid w:val="004C542F"/>
    <w:rsid w:val="00523749"/>
    <w:rsid w:val="006702B8"/>
    <w:rsid w:val="006C02A7"/>
    <w:rsid w:val="00725630"/>
    <w:rsid w:val="007A31E7"/>
    <w:rsid w:val="00823122"/>
    <w:rsid w:val="009C322C"/>
    <w:rsid w:val="009E3C60"/>
    <w:rsid w:val="00AB1E7C"/>
    <w:rsid w:val="00AF005A"/>
    <w:rsid w:val="00B43A02"/>
    <w:rsid w:val="00C825FE"/>
    <w:rsid w:val="00CD0597"/>
    <w:rsid w:val="00DF1CE9"/>
    <w:rsid w:val="00E168B1"/>
    <w:rsid w:val="00E71403"/>
    <w:rsid w:val="00E81C40"/>
    <w:rsid w:val="00EA548E"/>
    <w:rsid w:val="00F71CEC"/>
    <w:rsid w:val="00F85AA0"/>
    <w:rsid w:val="00FA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rsid w:val="00E168B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rsid w:val="00E168B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ane%20Camejo\AppData\Roaming\Microsoft\Templates\TP101892037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49FDCF7-A4A7-496B-891A-2A3B440ACD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TP101892037_template</Template>
  <TotalTime>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Camejo</dc:creator>
  <cp:lastModifiedBy>Diane Camejo</cp:lastModifiedBy>
  <cp:revision>1</cp:revision>
  <dcterms:created xsi:type="dcterms:W3CDTF">2011-11-29T19:44:00Z</dcterms:created>
  <dcterms:modified xsi:type="dcterms:W3CDTF">2011-11-29T21:32:00Z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TC018920389991</vt:lpwstr>
  </property>
</Properties>
</file>